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823BB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A3FDA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 G E N D A</w:t>
      </w:r>
    </w:p>
    <w:p w:rsidR="009301A0" w:rsidRPr="00F834DE" w:rsidRDefault="007B41CA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3</w:t>
      </w:r>
      <w:bookmarkStart w:id="0" w:name="_GoBack"/>
      <w:bookmarkEnd w:id="0"/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AB0C5D">
        <w:rPr>
          <w:rFonts w:ascii="Arial Narrow" w:hAnsi="Arial Narrow"/>
          <w:sz w:val="22"/>
          <w:lang w:val="de-DE"/>
        </w:rPr>
        <w:t>WS</w:t>
      </w:r>
      <w:r w:rsidR="000A5C33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>2011/12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>
        <w:rPr>
          <w:rFonts w:ascii="Arial Narrow" w:hAnsi="Arial Narrow"/>
          <w:noProof/>
          <w:sz w:val="22"/>
          <w:lang w:val="de-DE"/>
        </w:rPr>
        <w:t>10.10.2011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7B41CA">
        <w:rPr>
          <w:rFonts w:ascii="Arial Narrow" w:hAnsi="Arial Narrow"/>
          <w:sz w:val="22"/>
          <w:lang w:val="de-DE"/>
        </w:rPr>
        <w:t>Montag</w:t>
      </w:r>
      <w:r w:rsidR="000A5C33" w:rsidRPr="00F834DE">
        <w:rPr>
          <w:rFonts w:ascii="Arial Narrow" w:hAnsi="Arial Narrow"/>
          <w:sz w:val="22"/>
          <w:lang w:val="de-DE"/>
        </w:rPr>
        <w:t xml:space="preserve">, </w:t>
      </w:r>
      <w:r w:rsidR="007B41CA">
        <w:rPr>
          <w:rFonts w:ascii="Arial Narrow" w:hAnsi="Arial Narrow"/>
          <w:sz w:val="22"/>
          <w:lang w:val="de-DE"/>
        </w:rPr>
        <w:t>10.10</w:t>
      </w:r>
      <w:r w:rsidR="00823BB6">
        <w:rPr>
          <w:rFonts w:ascii="Arial Narrow" w:hAnsi="Arial Narrow"/>
          <w:sz w:val="22"/>
          <w:lang w:val="de-DE"/>
        </w:rPr>
        <w:t>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13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 Büro</w:t>
      </w:r>
    </w:p>
    <w:p w:rsidR="00AB0C5D" w:rsidRDefault="00B31937" w:rsidP="00AB0C5D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 w:rsidRPr="00CB5BD5">
        <w:rPr>
          <w:rFonts w:ascii="Arial Narrow" w:hAnsi="Arial Narrow"/>
          <w:sz w:val="22"/>
          <w:lang w:val="de-DE"/>
        </w:rPr>
        <w:t>Dennis Franz, ‚Sarah Häfele, Susanne Schmidt, Dennis Breitenbach, Michael Scholz, Barbara Kopf,</w:t>
      </w:r>
      <w:r w:rsidR="00DE349E">
        <w:rPr>
          <w:rFonts w:ascii="Arial Narrow" w:hAnsi="Arial Narrow"/>
          <w:sz w:val="22"/>
          <w:lang w:val="de-DE"/>
        </w:rPr>
        <w:t xml:space="preserve"> Bastian Ludwig,</w:t>
      </w:r>
      <w:r w:rsidR="00AB0C5D" w:rsidRPr="00CB5BD5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 w:rsidR="00AB0C5D">
        <w:rPr>
          <w:rFonts w:ascii="Arial Narrow" w:hAnsi="Arial Narrow"/>
          <w:sz w:val="22"/>
          <w:lang w:val="de-DE"/>
        </w:rPr>
        <w:t>Recktenwald</w:t>
      </w:r>
      <w:proofErr w:type="spellEnd"/>
      <w:r w:rsidR="00AB0C5D">
        <w:rPr>
          <w:rFonts w:ascii="Arial Narrow" w:hAnsi="Arial Narrow"/>
          <w:sz w:val="22"/>
          <w:lang w:val="de-DE"/>
        </w:rPr>
        <w:t xml:space="preserve">, </w:t>
      </w:r>
      <w:r w:rsidR="00DE349E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DE349E">
        <w:rPr>
          <w:rFonts w:ascii="Arial Narrow" w:hAnsi="Arial Narrow"/>
          <w:sz w:val="22"/>
          <w:lang w:val="de-DE"/>
        </w:rPr>
        <w:t>Kyc</w:t>
      </w:r>
      <w:proofErr w:type="spellEnd"/>
      <w:r w:rsidR="00DE349E">
        <w:rPr>
          <w:rFonts w:ascii="Arial Narrow" w:hAnsi="Arial Narrow"/>
          <w:sz w:val="22"/>
          <w:lang w:val="de-DE"/>
        </w:rPr>
        <w:t xml:space="preserve">, Dimitri </w:t>
      </w:r>
      <w:proofErr w:type="spellStart"/>
      <w:r w:rsidR="00DE349E">
        <w:rPr>
          <w:rFonts w:ascii="Arial Narrow" w:hAnsi="Arial Narrow"/>
          <w:sz w:val="22"/>
          <w:lang w:val="de-DE"/>
        </w:rPr>
        <w:t>Sarokin</w:t>
      </w:r>
      <w:proofErr w:type="spellEnd"/>
      <w:r w:rsidR="00E43D14">
        <w:rPr>
          <w:rFonts w:ascii="Arial Narrow" w:hAnsi="Arial Narrow"/>
          <w:sz w:val="22"/>
          <w:lang w:val="de-DE"/>
        </w:rPr>
        <w:t xml:space="preserve">, Maritta Kämmerer, Florian Fischer, Sebastian </w:t>
      </w:r>
      <w:proofErr w:type="spellStart"/>
      <w:r w:rsidR="00E43D14">
        <w:rPr>
          <w:rFonts w:ascii="Arial Narrow" w:hAnsi="Arial Narrow"/>
          <w:sz w:val="22"/>
          <w:lang w:val="de-DE"/>
        </w:rPr>
        <w:t>Hausch</w:t>
      </w:r>
      <w:proofErr w:type="spellEnd"/>
    </w:p>
    <w:p w:rsidR="008743D8" w:rsidRDefault="008743D8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Sabine </w:t>
      </w:r>
      <w:proofErr w:type="spellStart"/>
      <w:r>
        <w:rPr>
          <w:rFonts w:ascii="Arial Narrow" w:hAnsi="Arial Narrow"/>
          <w:sz w:val="22"/>
          <w:lang w:val="de-DE"/>
        </w:rPr>
        <w:t>Heizmann</w:t>
      </w:r>
      <w:proofErr w:type="spellEnd"/>
      <w:r w:rsidR="000A5C33">
        <w:rPr>
          <w:rFonts w:ascii="Arial Narrow" w:hAnsi="Arial Narrow"/>
          <w:sz w:val="22"/>
          <w:lang w:val="de-DE"/>
        </w:rPr>
        <w:t xml:space="preserve"> 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Dennis Franz</w:t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Verteiler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Mitglieder, Sachverständige</w:t>
      </w:r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Regularien</w:t>
      </w:r>
    </w:p>
    <w:p w:rsidR="007F4C51" w:rsidRPr="00636071" w:rsidRDefault="007F4C51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Begrüßung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Tagesordnung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Protokoll</w:t>
      </w:r>
      <w:r w:rsidRPr="00636071">
        <w:rPr>
          <w:rFonts w:ascii="Arial Narrow" w:hAnsi="Arial Narrow"/>
          <w:sz w:val="22"/>
          <w:szCs w:val="22"/>
          <w:lang w:val="de-DE"/>
        </w:rPr>
        <w:t>s</w:t>
      </w:r>
      <w:r w:rsidR="007F4C51" w:rsidRPr="00636071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636071">
        <w:rPr>
          <w:rFonts w:ascii="Arial Narrow" w:hAnsi="Arial Narrow"/>
          <w:sz w:val="22"/>
          <w:lang w:val="de-DE"/>
        </w:rPr>
        <w:t>Mitteilungen und Anfragen</w:t>
      </w:r>
    </w:p>
    <w:p w:rsidR="009C413F" w:rsidRDefault="007F4C51" w:rsidP="007F4C5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Statusberichte</w:t>
      </w:r>
    </w:p>
    <w:p w:rsid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Ausfahrt Titisee</w:t>
      </w:r>
      <w:r w:rsidR="00DE349E">
        <w:rPr>
          <w:rFonts w:ascii="Arial Narrow" w:hAnsi="Arial Narrow"/>
          <w:sz w:val="24"/>
          <w:szCs w:val="24"/>
          <w:lang w:val="de-DE"/>
        </w:rPr>
        <w:t xml:space="preserve"> (Anni)</w:t>
      </w:r>
    </w:p>
    <w:p w:rsidR="006A286D" w:rsidRDefault="006A286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Ausfahrt Freiburg</w:t>
      </w:r>
    </w:p>
    <w:p w:rsidR="00B53B90" w:rsidRDefault="00B53B90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DJ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Kühlschränke 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Basketball- und Fußballtrikots</w:t>
      </w:r>
    </w:p>
    <w:p w:rsidR="00D94BCA" w:rsidRPr="00636071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Schlagzeug</w:t>
      </w:r>
    </w:p>
    <w:p w:rsidR="00D94BCA" w:rsidRPr="00636071" w:rsidRDefault="00D94BCA" w:rsidP="00D94BCA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2160"/>
        <w:jc w:val="both"/>
        <w:rPr>
          <w:rFonts w:ascii="Arial Narrow" w:hAnsi="Arial Narrow"/>
          <w:sz w:val="24"/>
          <w:szCs w:val="24"/>
          <w:lang w:val="de-DE"/>
        </w:rPr>
      </w:pPr>
    </w:p>
    <w:p w:rsidR="00636071" w:rsidRPr="00636071" w:rsidRDefault="00636071" w:rsidP="00AB0C5D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lang w:val="de-DE"/>
        </w:rPr>
      </w:pPr>
    </w:p>
    <w:p w:rsidR="00636071" w:rsidRPr="0064435B" w:rsidRDefault="00823BB6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AStA Büro – Wer bekommt Zugang??</w:t>
      </w:r>
    </w:p>
    <w:p w:rsidR="0064435B" w:rsidRDefault="0064435B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Rechte, Pflichten von Gewählten </w:t>
      </w:r>
      <w:proofErr w:type="spellStart"/>
      <w:r>
        <w:rPr>
          <w:rFonts w:ascii="Arial Narrow" w:hAnsi="Arial Narrow"/>
          <w:sz w:val="22"/>
          <w:lang w:val="de-DE"/>
        </w:rPr>
        <w:t>undZBVs</w:t>
      </w:r>
      <w:proofErr w:type="spellEnd"/>
    </w:p>
    <w:p w:rsidR="0064435B" w:rsidRPr="0064435B" w:rsidRDefault="0064435B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Termine</w:t>
      </w:r>
    </w:p>
    <w:p w:rsidR="00DE349E" w:rsidRPr="00DE349E" w:rsidRDefault="00DE349E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Erstsemesterparty</w:t>
      </w:r>
    </w:p>
    <w:p w:rsidR="00DE349E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wurde bereits getan?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gibt es noch zu tun?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sollte vermieden werden?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Schichten</w:t>
      </w:r>
    </w:p>
    <w:p w:rsidR="00D94BCA" w:rsidRDefault="00D94BCA" w:rsidP="00D94BCA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AStA Einführung</w:t>
      </w:r>
    </w:p>
    <w:p w:rsidR="00D94BCA" w:rsidRPr="00636071" w:rsidRDefault="00D94BCA" w:rsidP="00D94BCA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2160" w:hanging="18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Vorschlag Wochenendtermin</w:t>
      </w:r>
    </w:p>
    <w:p w:rsidR="009C413F" w:rsidRDefault="009C413F" w:rsidP="002C65F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Verschiedenes</w:t>
      </w: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6D" w:rsidRDefault="006A286D">
      <w:pPr>
        <w:spacing w:line="20" w:lineRule="exact"/>
      </w:pPr>
    </w:p>
  </w:endnote>
  <w:endnote w:type="continuationSeparator" w:id="0">
    <w:p w:rsidR="006A286D" w:rsidRDefault="006A286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A286D" w:rsidRDefault="006A286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6D" w:rsidRDefault="006A286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A286D" w:rsidRDefault="006A2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86D" w:rsidRDefault="006A286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A286D" w:rsidRDefault="006A286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A286D" w:rsidRPr="00635189" w:rsidRDefault="006A286D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7B41CA">
      <w:rPr>
        <w:rFonts w:ascii="Arial Narrow" w:hAnsi="Arial Narrow"/>
        <w:sz w:val="20"/>
        <w:lang w:val="de-DE"/>
      </w:rPr>
      <w:t>3</w:t>
    </w:r>
    <w:r w:rsidRPr="00635189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7B41CA">
      <w:rPr>
        <w:rFonts w:ascii="Arial Narrow" w:hAnsi="Arial Narrow"/>
        <w:sz w:val="20"/>
        <w:lang w:val="de-DE"/>
      </w:rPr>
      <w:t>10</w:t>
    </w:r>
    <w:r>
      <w:rPr>
        <w:rFonts w:ascii="Arial Narrow" w:hAnsi="Arial Narrow"/>
        <w:sz w:val="20"/>
        <w:lang w:val="de-DE"/>
      </w:rPr>
      <w:t>.10.2011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7B41CA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6A286D" w:rsidRDefault="006A286D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6A286D" w:rsidRDefault="006A286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6A286D" w:rsidRDefault="006A286D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24F8B0E0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5D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561B"/>
    <w:rsid w:val="003B669B"/>
    <w:rsid w:val="00425EF5"/>
    <w:rsid w:val="004359A0"/>
    <w:rsid w:val="00441B0C"/>
    <w:rsid w:val="00487AF4"/>
    <w:rsid w:val="004A3FDA"/>
    <w:rsid w:val="004D1F62"/>
    <w:rsid w:val="004D57F0"/>
    <w:rsid w:val="00501683"/>
    <w:rsid w:val="00555468"/>
    <w:rsid w:val="00581B97"/>
    <w:rsid w:val="005B1C22"/>
    <w:rsid w:val="005F2F19"/>
    <w:rsid w:val="00602994"/>
    <w:rsid w:val="00605E51"/>
    <w:rsid w:val="00606F9B"/>
    <w:rsid w:val="00635189"/>
    <w:rsid w:val="00636071"/>
    <w:rsid w:val="0064435B"/>
    <w:rsid w:val="006865A2"/>
    <w:rsid w:val="00686ECB"/>
    <w:rsid w:val="006A0CE7"/>
    <w:rsid w:val="006A2577"/>
    <w:rsid w:val="006A286D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84186"/>
    <w:rsid w:val="00786769"/>
    <w:rsid w:val="007B41CA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23BB6"/>
    <w:rsid w:val="00843F45"/>
    <w:rsid w:val="00850711"/>
    <w:rsid w:val="008743D8"/>
    <w:rsid w:val="008C250E"/>
    <w:rsid w:val="008D16EC"/>
    <w:rsid w:val="008F7364"/>
    <w:rsid w:val="009301A0"/>
    <w:rsid w:val="00937828"/>
    <w:rsid w:val="00976A1B"/>
    <w:rsid w:val="009906B7"/>
    <w:rsid w:val="009B7B2F"/>
    <w:rsid w:val="009C413F"/>
    <w:rsid w:val="00A23DA8"/>
    <w:rsid w:val="00A44D35"/>
    <w:rsid w:val="00A87E62"/>
    <w:rsid w:val="00A94BC2"/>
    <w:rsid w:val="00AB0C5D"/>
    <w:rsid w:val="00B25462"/>
    <w:rsid w:val="00B262CA"/>
    <w:rsid w:val="00B31937"/>
    <w:rsid w:val="00B53B90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94BCA"/>
    <w:rsid w:val="00DE1F6C"/>
    <w:rsid w:val="00DE349E"/>
    <w:rsid w:val="00E14AC4"/>
    <w:rsid w:val="00E211A7"/>
    <w:rsid w:val="00E36789"/>
    <w:rsid w:val="00E43D14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2</Pages>
  <Words>153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Dennis Franz</dc:creator>
  <cp:lastModifiedBy>bkopf</cp:lastModifiedBy>
  <cp:revision>10</cp:revision>
  <cp:lastPrinted>2011-10-05T15:27:00Z</cp:lastPrinted>
  <dcterms:created xsi:type="dcterms:W3CDTF">2011-10-05T14:06:00Z</dcterms:created>
  <dcterms:modified xsi:type="dcterms:W3CDTF">2011-10-10T09:49:00Z</dcterms:modified>
</cp:coreProperties>
</file>